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69E36FCC" w:rsidR="003B25D1" w:rsidRDefault="006F24B4" w:rsidP="001A67C6">
            <w:pPr>
              <w:pStyle w:val="Pealkiri4"/>
              <w:framePr w:w="0" w:hRule="auto" w:wrap="auto" w:vAnchor="margin" w:hAnchor="text" w:xAlign="left" w:yAlign="inline"/>
              <w:rPr>
                <w:szCs w:val="24"/>
              </w:rPr>
            </w:pPr>
            <w:r>
              <w:rPr>
                <w:szCs w:val="24"/>
              </w:rPr>
              <w:t>KINNISVARA</w:t>
            </w:r>
            <w:r w:rsidR="003B25D1">
              <w:rPr>
                <w:szCs w:val="24"/>
              </w:rPr>
              <w:t>OSAKOND</w:t>
            </w:r>
          </w:p>
          <w:p w14:paraId="0BE6BC1B" w14:textId="062A012C" w:rsidR="001A67C6" w:rsidRDefault="006F24B4" w:rsidP="001A67C6">
            <w:pPr>
              <w:pStyle w:val="Pealkiri4"/>
              <w:framePr w:w="0" w:hRule="auto" w:wrap="auto" w:vAnchor="margin" w:hAnchor="text" w:xAlign="left" w:yAlign="inline"/>
              <w:rPr>
                <w:szCs w:val="24"/>
              </w:rPr>
            </w:pPr>
            <w:r>
              <w:rPr>
                <w:szCs w:val="24"/>
              </w:rPr>
              <w:t>JUHATAJA</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7980E1F6"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F24B4">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272E92">
              <w:rPr>
                <w:rFonts w:ascii="Times New Roman" w:hAnsi="Times New Roman" w:cs="Times New Roman"/>
                <w:b w:val="0"/>
                <w:bCs w:val="0"/>
                <w:szCs w:val="24"/>
              </w:rPr>
              <w:t>95</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28EA372F" w:rsidR="00BC7E3D" w:rsidRDefault="005008C4" w:rsidP="00BC7E3D">
      <w:pPr>
        <w:jc w:val="both"/>
        <w:rPr>
          <w:b/>
          <w:bCs/>
          <w:szCs w:val="24"/>
        </w:rPr>
      </w:pPr>
      <w:r>
        <w:rPr>
          <w:b/>
          <w:bCs/>
          <w:szCs w:val="24"/>
        </w:rPr>
        <w:t>Rava</w:t>
      </w:r>
      <w:r w:rsidR="00BC7E3D">
        <w:rPr>
          <w:b/>
          <w:bCs/>
          <w:szCs w:val="24"/>
        </w:rPr>
        <w:t xml:space="preserve"> metskond </w:t>
      </w:r>
      <w:r>
        <w:rPr>
          <w:b/>
          <w:bCs/>
          <w:szCs w:val="24"/>
        </w:rPr>
        <w:t>123</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458EA1BA" w14:textId="5269984C" w:rsidR="00C95C19" w:rsidRDefault="005008C4" w:rsidP="00C95C19">
      <w:pPr>
        <w:jc w:val="both"/>
        <w:rPr>
          <w:szCs w:val="24"/>
        </w:rPr>
      </w:pPr>
      <w:r>
        <w:rPr>
          <w:szCs w:val="24"/>
        </w:rPr>
        <w:t>Paide Linna</w:t>
      </w:r>
      <w:r w:rsidR="00C95C19">
        <w:rPr>
          <w:szCs w:val="24"/>
        </w:rPr>
        <w:t xml:space="preserve">valitsus </w:t>
      </w:r>
      <w:r>
        <w:rPr>
          <w:szCs w:val="24"/>
        </w:rPr>
        <w:t>esitas 05.08.2024 taotluse nr 4-10/23/2616-4 Paide linna</w:t>
      </w:r>
      <w:r w:rsidR="00C95C19">
        <w:rPr>
          <w:szCs w:val="24"/>
        </w:rPr>
        <w:t xml:space="preserve"> kasuks isikliku kasutusõiguse seadmiseks </w:t>
      </w:r>
      <w:r>
        <w:rPr>
          <w:szCs w:val="24"/>
        </w:rPr>
        <w:t>Järva</w:t>
      </w:r>
      <w:r w:rsidR="00C95C19">
        <w:rPr>
          <w:szCs w:val="24"/>
        </w:rPr>
        <w:t xml:space="preserve"> maakonnas </w:t>
      </w:r>
      <w:r>
        <w:rPr>
          <w:szCs w:val="24"/>
        </w:rPr>
        <w:t>Paide linnas, Valasti külas</w:t>
      </w:r>
      <w:r w:rsidR="00C95C19">
        <w:rPr>
          <w:szCs w:val="24"/>
        </w:rPr>
        <w:t xml:space="preserve"> olevale </w:t>
      </w:r>
      <w:r>
        <w:rPr>
          <w:szCs w:val="24"/>
        </w:rPr>
        <w:t>Rava</w:t>
      </w:r>
      <w:r w:rsidR="006E2ADC">
        <w:rPr>
          <w:szCs w:val="24"/>
        </w:rPr>
        <w:t xml:space="preserve"> </w:t>
      </w:r>
      <w:r w:rsidR="00C95C19">
        <w:rPr>
          <w:szCs w:val="24"/>
        </w:rPr>
        <w:t xml:space="preserve">metskond </w:t>
      </w:r>
      <w:r>
        <w:rPr>
          <w:szCs w:val="24"/>
        </w:rPr>
        <w:t>123</w:t>
      </w:r>
      <w:r w:rsidR="00C95C19">
        <w:rPr>
          <w:szCs w:val="24"/>
        </w:rPr>
        <w:t xml:space="preserve"> kinnisasjale (kinnistu registriosa nr </w:t>
      </w:r>
      <w:r>
        <w:rPr>
          <w:szCs w:val="24"/>
        </w:rPr>
        <w:t>14584150</w:t>
      </w:r>
      <w:r w:rsidR="00C95C19">
        <w:rPr>
          <w:szCs w:val="24"/>
        </w:rPr>
        <w:t xml:space="preserve">, katastritunnus </w:t>
      </w:r>
      <w:r>
        <w:rPr>
          <w:szCs w:val="24"/>
        </w:rPr>
        <w:t>68401:002:0035</w:t>
      </w:r>
      <w:r w:rsidR="00C95C19">
        <w:rPr>
          <w:szCs w:val="24"/>
        </w:rPr>
        <w:t xml:space="preserve">), mille valitseja on Kliimaministeerium ja volitatud asutus </w:t>
      </w:r>
      <w:r w:rsidR="006E2ADC">
        <w:rPr>
          <w:szCs w:val="24"/>
        </w:rPr>
        <w:t xml:space="preserve">Riigimetsa Majandamise Keskus (edaspidi </w:t>
      </w:r>
      <w:r w:rsidR="006E2ADC" w:rsidRPr="001C3C39">
        <w:rPr>
          <w:i/>
          <w:szCs w:val="24"/>
        </w:rPr>
        <w:t>RMK</w:t>
      </w:r>
      <w:r w:rsidR="006E2ADC">
        <w:rPr>
          <w:szCs w:val="24"/>
        </w:rPr>
        <w:t>)</w:t>
      </w:r>
      <w:r w:rsidR="00C95C19">
        <w:rPr>
          <w:szCs w:val="24"/>
        </w:rPr>
        <w:t>.</w:t>
      </w:r>
    </w:p>
    <w:p w14:paraId="0BDF27BA" w14:textId="77777777" w:rsidR="00C95C19" w:rsidRDefault="00C95C19" w:rsidP="00C95C19">
      <w:pPr>
        <w:jc w:val="both"/>
        <w:rPr>
          <w:szCs w:val="24"/>
        </w:rPr>
      </w:pPr>
    </w:p>
    <w:p w14:paraId="3228EBE9" w14:textId="63D7A48D" w:rsidR="00C95C19" w:rsidRDefault="00C95C19" w:rsidP="00C95C19">
      <w:pPr>
        <w:jc w:val="both"/>
      </w:pPr>
      <w:r w:rsidRPr="007F71FD">
        <w:t xml:space="preserve">Isikliku kasutusõiguse seadmist taotletakse </w:t>
      </w:r>
      <w:r w:rsidR="005008C4">
        <w:t>Rava</w:t>
      </w:r>
      <w:r>
        <w:t xml:space="preserve"> metskond </w:t>
      </w:r>
      <w:r w:rsidR="005008C4">
        <w:t>123</w:t>
      </w:r>
      <w:r>
        <w:t xml:space="preserve"> kinnisasja läbiva </w:t>
      </w:r>
      <w:r w:rsidR="005008C4">
        <w:t>Mirdi tee</w:t>
      </w:r>
      <w:r w:rsidR="00236D2E">
        <w:t xml:space="preserve"> (nr 6840013) </w:t>
      </w:r>
      <w:r>
        <w:t xml:space="preserve">avaliku kasutamise tagamiseks. Taotletava isikliku kasutusõiguse ala </w:t>
      </w:r>
      <w:r w:rsidRPr="00913527">
        <w:t xml:space="preserve">suurus on </w:t>
      </w:r>
      <w:r w:rsidR="005008C4">
        <w:t>2</w:t>
      </w:r>
      <w:r w:rsidR="00D8477F">
        <w:t>832</w:t>
      </w:r>
      <w:r w:rsidR="00CB47F1">
        <w:t xml:space="preserve">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51F64C55"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5008C4">
        <w:t>Paide linna</w:t>
      </w:r>
      <w:r w:rsidRPr="004D088C">
        <w:t xml:space="preserve"> kasuks tasuta isikliku kasutusõiguse seadmine. </w:t>
      </w:r>
    </w:p>
    <w:p w14:paraId="6F1F7260" w14:textId="77777777" w:rsidR="006E2ADC" w:rsidRDefault="006E2ADC" w:rsidP="00C95C19">
      <w:pPr>
        <w:pStyle w:val="Default"/>
        <w:jc w:val="both"/>
      </w:pPr>
    </w:p>
    <w:p w14:paraId="35B883F5" w14:textId="24D14CD4"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5008C4" w:rsidRPr="005A2871">
        <w:rPr>
          <w:i/>
          <w:iCs/>
          <w:color w:val="auto"/>
        </w:rPr>
        <w:t>Rava</w:t>
      </w:r>
      <w:r w:rsidRPr="005A2871">
        <w:rPr>
          <w:i/>
          <w:iCs/>
          <w:color w:val="auto"/>
        </w:rPr>
        <w:t xml:space="preserve"> metskond </w:t>
      </w:r>
      <w:r w:rsidR="005008C4" w:rsidRPr="005A2871">
        <w:rPr>
          <w:i/>
          <w:iCs/>
          <w:color w:val="auto"/>
        </w:rPr>
        <w:t>123</w:t>
      </w:r>
      <w:r w:rsidRPr="005A2871">
        <w:rPr>
          <w:i/>
          <w:iCs/>
          <w:color w:val="auto"/>
        </w:rPr>
        <w:t xml:space="preserve"> kinnisasjal </w:t>
      </w:r>
      <w:r w:rsidR="00724F10" w:rsidRPr="005A2871">
        <w:rPr>
          <w:i/>
          <w:iCs/>
          <w:color w:val="auto"/>
        </w:rPr>
        <w:t>2,01</w:t>
      </w:r>
      <w:r w:rsidRPr="005A2871">
        <w:rPr>
          <w:i/>
          <w:iCs/>
          <w:color w:val="auto"/>
        </w:rPr>
        <w:t xml:space="preserve"> eurot aastas</w:t>
      </w:r>
      <w:r w:rsidRPr="003F7569">
        <w:rPr>
          <w:color w:val="auto"/>
        </w:rPr>
        <w:t>.</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5008C4">
        <w:t>Paide linnale</w:t>
      </w:r>
      <w:r w:rsidRPr="00951653">
        <w:t xml:space="preserve"> kohustust tasuda maamaksu proportsionaalselt kasutusõiguse ulatusega. Maamaksu muutumise korral on riigil õigus nõuda </w:t>
      </w:r>
      <w:r w:rsidR="005008C4">
        <w:t>Paide linnalt</w:t>
      </w:r>
      <w:r>
        <w:t xml:space="preserve"> m</w:t>
      </w:r>
      <w:r w:rsidRPr="00951653">
        <w:t>aamaksu tasumist proportsionaalselt kasutusõiguse ulatusega.</w:t>
      </w:r>
    </w:p>
    <w:p w14:paraId="02AB1AA9" w14:textId="77777777" w:rsidR="00C95C19" w:rsidRDefault="00C95C19" w:rsidP="00C95C19">
      <w:pPr>
        <w:pStyle w:val="Default"/>
        <w:jc w:val="both"/>
      </w:pPr>
    </w:p>
    <w:p w14:paraId="792A71E6" w14:textId="77777777"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Samas peab riik koormatava </w:t>
      </w:r>
      <w:r w:rsidRPr="007F71FD">
        <w:lastRenderedPageBreak/>
        <w:t>kinnisasja omanikuna jätma endale eelnimetatud sättes nimetatud lepingu lõpetamise õiguse juhtudeks, kui vara osutub vajalikuks riigivõimu teostamiseks või muul avalikul eesmärg</w:t>
      </w:r>
      <w:r>
        <w:t>il. Seega on põhjendatud seada tee</w:t>
      </w:r>
      <w:r w:rsidRPr="007F71FD">
        <w:t xml:space="preserve"> kasutamiseks isiklik kasutusõigus tähtaega määramata, jättes riigile õiguse lepingut igal ajal lõpetada, kui ilmneb mõni eelnimetatud seaduses märgitud põhjustest. </w:t>
      </w:r>
    </w:p>
    <w:p w14:paraId="6C6080B6" w14:textId="77777777" w:rsidR="00C95C19" w:rsidRPr="007F71FD" w:rsidRDefault="00C95C19" w:rsidP="00C95C19">
      <w:pPr>
        <w:pStyle w:val="Default"/>
      </w:pPr>
    </w:p>
    <w:p w14:paraId="4D36B622" w14:textId="77777777" w:rsidR="00C95C19" w:rsidRPr="007F71FD" w:rsidRDefault="00C95C19" w:rsidP="00C95C19">
      <w:pPr>
        <w:pStyle w:val="Default"/>
        <w:jc w:val="both"/>
      </w:pPr>
      <w:r w:rsidRPr="007F71FD">
        <w:t xml:space="preserve">RVS § 63 lõikes 1 sätestatu kohaselt on riigivara valitseja kohustatud sätestama kasutuslepingus tingimuse, mille alusel riigivara kasutamiseks andmisega seotud notaritasu ja riigilõivu tasub kasutamisõiguse omandaja. Seega tuleb nimetatud tingimus kehtestada ühe kasutusõiguse andmise tingimusena. </w:t>
      </w:r>
    </w:p>
    <w:p w14:paraId="46F62578" w14:textId="77777777" w:rsidR="00C95C19" w:rsidRPr="007F71FD" w:rsidRDefault="00C95C19" w:rsidP="00C95C19">
      <w:pPr>
        <w:pStyle w:val="Default"/>
        <w:jc w:val="both"/>
      </w:pPr>
    </w:p>
    <w:p w14:paraId="6C0854BE" w14:textId="36EFEA7B"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5008C4">
        <w:t>Paide linna</w:t>
      </w:r>
      <w:r w:rsidRPr="007F71FD">
        <w:t xml:space="preserve"> kasuks.</w:t>
      </w:r>
    </w:p>
    <w:p w14:paraId="16A7E94C" w14:textId="77777777" w:rsidR="00C95C19" w:rsidRDefault="00C95C19" w:rsidP="00C95C19">
      <w:pPr>
        <w:pStyle w:val="Default"/>
        <w:jc w:val="both"/>
      </w:pPr>
    </w:p>
    <w:p w14:paraId="42ADCE38" w14:textId="168898FC" w:rsidR="00C95C19" w:rsidRPr="00B80339" w:rsidRDefault="00C95C19" w:rsidP="00C95C19">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xml:space="preserve">, keskkonnaministri 11.05.2021 käskkirjast nr 1-2/21/234, RMK juhatuse </w:t>
      </w:r>
      <w:r w:rsidR="005008C4">
        <w:rPr>
          <w:b w:val="0"/>
          <w:bCs/>
          <w:szCs w:val="24"/>
        </w:rPr>
        <w:t>02</w:t>
      </w:r>
      <w:r w:rsidRPr="00B80339">
        <w:rPr>
          <w:b w:val="0"/>
          <w:bCs/>
          <w:szCs w:val="24"/>
        </w:rPr>
        <w:t>.0</w:t>
      </w:r>
      <w:r w:rsidR="005008C4">
        <w:rPr>
          <w:b w:val="0"/>
          <w:bCs/>
          <w:szCs w:val="24"/>
        </w:rPr>
        <w:t>4</w:t>
      </w:r>
      <w:r w:rsidRPr="00B80339">
        <w:rPr>
          <w:b w:val="0"/>
          <w:bCs/>
          <w:szCs w:val="24"/>
        </w:rPr>
        <w:t>.202</w:t>
      </w:r>
      <w:r w:rsidR="005008C4">
        <w:rPr>
          <w:b w:val="0"/>
          <w:bCs/>
          <w:szCs w:val="24"/>
        </w:rPr>
        <w:t>4</w:t>
      </w:r>
      <w:r w:rsidRPr="00B80339">
        <w:rPr>
          <w:b w:val="0"/>
          <w:bCs/>
          <w:szCs w:val="24"/>
        </w:rPr>
        <w:t xml:space="preserve"> otsuse nr 1-32/</w:t>
      </w:r>
      <w:r w:rsidR="005008C4">
        <w:rPr>
          <w:b w:val="0"/>
          <w:bCs/>
          <w:szCs w:val="24"/>
        </w:rPr>
        <w:t>26</w:t>
      </w:r>
      <w:r w:rsidRPr="00B80339">
        <w:rPr>
          <w:b w:val="0"/>
          <w:bCs/>
          <w:szCs w:val="24"/>
        </w:rPr>
        <w:t xml:space="preserve"> „RMK kinnis</w:t>
      </w:r>
      <w:r w:rsidR="005008C4">
        <w:rPr>
          <w:b w:val="0"/>
          <w:bCs/>
          <w:szCs w:val="24"/>
        </w:rPr>
        <w:t>varaosakonna põhimääruse</w:t>
      </w:r>
      <w:r w:rsidRPr="00B80339">
        <w:rPr>
          <w:b w:val="0"/>
          <w:bCs/>
          <w:szCs w:val="24"/>
        </w:rPr>
        <w:t xml:space="preserve">“ punktist </w:t>
      </w:r>
      <w:r w:rsidR="005008C4">
        <w:rPr>
          <w:b w:val="0"/>
          <w:bCs/>
          <w:szCs w:val="24"/>
        </w:rPr>
        <w:t>2.2.5</w:t>
      </w:r>
      <w:r w:rsidRPr="00B80339">
        <w:rPr>
          <w:b w:val="0"/>
          <w:bCs/>
          <w:szCs w:val="24"/>
        </w:rPr>
        <w:t xml:space="preserve">, RMK juhatuse 20.04.2021 otsuse nr 1-32/34 „Volituste andmine vara kasutusse andmise otsustamiseks“ punktist 1.4 ning esitatud taotlusest </w:t>
      </w:r>
    </w:p>
    <w:p w14:paraId="1B92BD14" w14:textId="7951325D" w:rsidR="003F0E7C" w:rsidRPr="00322575" w:rsidRDefault="00C95C19" w:rsidP="003F0E7C">
      <w:pPr>
        <w:pStyle w:val="Kehatekst"/>
        <w:numPr>
          <w:ilvl w:val="1"/>
          <w:numId w:val="12"/>
        </w:numPr>
        <w:tabs>
          <w:tab w:val="left" w:pos="426"/>
        </w:tabs>
        <w:spacing w:after="0"/>
        <w:jc w:val="both"/>
        <w:rPr>
          <w:color w:val="FF0000"/>
          <w:szCs w:val="24"/>
        </w:rPr>
      </w:pPr>
      <w:r w:rsidRPr="00C74A4B">
        <w:t xml:space="preserve">Seada </w:t>
      </w:r>
      <w:r w:rsidR="005008C4" w:rsidRPr="005008C4">
        <w:rPr>
          <w:i/>
          <w:iCs/>
        </w:rPr>
        <w:t>isiklik kasutusõigus</w:t>
      </w:r>
      <w:r w:rsidR="005008C4">
        <w:t xml:space="preserve"> </w:t>
      </w:r>
      <w:r w:rsidR="005008C4">
        <w:rPr>
          <w:i/>
        </w:rPr>
        <w:t>Paide linna</w:t>
      </w:r>
      <w:r w:rsidRPr="00C74A4B">
        <w:t xml:space="preserve"> (</w:t>
      </w:r>
      <w:r w:rsidR="005008C4">
        <w:t>linna</w:t>
      </w:r>
      <w:r>
        <w:t xml:space="preserve">valitsuse registrikood </w:t>
      </w:r>
      <w:r w:rsidR="005008C4">
        <w:t>77000246</w:t>
      </w:r>
      <w:r>
        <w:t xml:space="preserve">, aadress </w:t>
      </w:r>
      <w:r w:rsidR="005008C4">
        <w:t xml:space="preserve">Järva maakond, Paide linn, Pärnu 3, 72711, </w:t>
      </w:r>
      <w:r w:rsidRPr="00C74A4B">
        <w:t xml:space="preserve">edaspidi nimetatud </w:t>
      </w:r>
      <w:r w:rsidRPr="003F0E7C">
        <w:rPr>
          <w:i/>
        </w:rPr>
        <w:t>õigustatud isik</w:t>
      </w:r>
      <w:r w:rsidRPr="00C74A4B">
        <w:t xml:space="preserve">) kasuks </w:t>
      </w:r>
      <w:r w:rsidR="005008C4">
        <w:t>Järva</w:t>
      </w:r>
      <w:r>
        <w:t xml:space="preserve"> maakonnas </w:t>
      </w:r>
      <w:r w:rsidR="005008C4">
        <w:t>Paide linnas Valasti külas</w:t>
      </w:r>
      <w:r>
        <w:t xml:space="preserve"> olevale </w:t>
      </w:r>
      <w:r w:rsidR="005008C4">
        <w:rPr>
          <w:i/>
          <w:iCs/>
          <w:u w:val="single"/>
        </w:rPr>
        <w:t>Rava</w:t>
      </w:r>
      <w:r w:rsidRPr="003F0E7C">
        <w:rPr>
          <w:i/>
          <w:iCs/>
          <w:u w:val="single"/>
        </w:rPr>
        <w:t xml:space="preserve"> metskond </w:t>
      </w:r>
      <w:r w:rsidR="005008C4">
        <w:rPr>
          <w:i/>
          <w:iCs/>
          <w:u w:val="single"/>
        </w:rPr>
        <w:t>123</w:t>
      </w:r>
      <w:r w:rsidRPr="003F0E7C">
        <w:rPr>
          <w:i/>
          <w:iCs/>
          <w:u w:val="single"/>
        </w:rPr>
        <w:t xml:space="preserve"> kinnisasjale</w:t>
      </w:r>
      <w:r>
        <w:t xml:space="preserve">, kinnistu registriosa nr </w:t>
      </w:r>
      <w:r w:rsidR="005008C4">
        <w:t>14584150</w:t>
      </w:r>
      <w:r>
        <w:t xml:space="preserve">, katastritunnus </w:t>
      </w:r>
      <w:r w:rsidR="005008C4">
        <w:t>68401:002:0035</w:t>
      </w:r>
      <w:r>
        <w:t>, riigi kinnisvararegistri objekti kood KV</w:t>
      </w:r>
      <w:r w:rsidR="005008C4">
        <w:t>10735</w:t>
      </w:r>
      <w:r>
        <w:t xml:space="preserve">, pindala </w:t>
      </w:r>
      <w:r w:rsidR="005008C4">
        <w:t>3836817</w:t>
      </w:r>
      <w:r w:rsidR="0040017D">
        <w:t xml:space="preserve"> m²</w:t>
      </w:r>
      <w:r>
        <w:t xml:space="preserve">, maatulundusmaa. </w:t>
      </w:r>
      <w:r w:rsidRPr="002A787B">
        <w:t xml:space="preserve">Kasutusala </w:t>
      </w:r>
      <w:r>
        <w:t>suurus</w:t>
      </w:r>
      <w:r w:rsidRPr="002A787B">
        <w:t xml:space="preserve"> on </w:t>
      </w:r>
      <w:r>
        <w:t xml:space="preserve">ligikaudu </w:t>
      </w:r>
      <w:r w:rsidR="00CB47F1" w:rsidRPr="003F0E7C">
        <w:rPr>
          <w:i/>
          <w:iCs/>
          <w:u w:val="single"/>
        </w:rPr>
        <w:t>2</w:t>
      </w:r>
      <w:r w:rsidR="00F90A38">
        <w:rPr>
          <w:i/>
          <w:iCs/>
          <w:u w:val="single"/>
        </w:rPr>
        <w:t>832</w:t>
      </w:r>
      <w:r w:rsidRPr="003F0E7C">
        <w:rPr>
          <w:i/>
          <w:iCs/>
          <w:u w:val="single"/>
        </w:rPr>
        <w:t xml:space="preserve"> m²</w:t>
      </w:r>
      <w:r w:rsidRPr="00EE5CD1">
        <w:t xml:space="preserve"> </w:t>
      </w:r>
      <w:r w:rsidR="003F0E7C">
        <w:rPr>
          <w:szCs w:val="24"/>
        </w:rPr>
        <w:t xml:space="preserve">mille asukoht on näidatud piiratud asjaõiguste ruumiandmete infosüsteemis ruumiandmete </w:t>
      </w:r>
      <w:r w:rsidR="003F0E7C" w:rsidRPr="00F90A38">
        <w:rPr>
          <w:szCs w:val="24"/>
        </w:rPr>
        <w:t xml:space="preserve">tunnusega </w:t>
      </w:r>
      <w:r w:rsidR="005008C4" w:rsidRPr="00F90A38">
        <w:rPr>
          <w:szCs w:val="24"/>
        </w:rPr>
        <w:t>ID</w:t>
      </w:r>
      <w:r w:rsidR="00F90A38" w:rsidRPr="00F90A38">
        <w:rPr>
          <w:szCs w:val="24"/>
        </w:rPr>
        <w:t xml:space="preserve"> 459072</w:t>
      </w:r>
      <w:r w:rsidR="003F0E7C" w:rsidRPr="00F90A38">
        <w:rPr>
          <w:szCs w:val="24"/>
        </w:rPr>
        <w:t xml:space="preserve"> ja</w:t>
      </w:r>
      <w:r w:rsidR="003F0E7C">
        <w:rPr>
          <w:szCs w:val="24"/>
        </w:rPr>
        <w:t xml:space="preserve"> mille väljavõte on lisatud käesolevale käskkirjale;</w:t>
      </w:r>
    </w:p>
    <w:p w14:paraId="427AEADB" w14:textId="04B0162E"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w:t>
      </w:r>
      <w:r w:rsidR="001E174D">
        <w:t xml:space="preserve">l oleva Mirdi tee (nr 6840013, edaspidi </w:t>
      </w:r>
      <w:r w:rsidR="001E174D" w:rsidRPr="003F0E7C">
        <w:rPr>
          <w:i/>
        </w:rPr>
        <w:t>tee</w:t>
      </w:r>
      <w:r w:rsidR="001E174D">
        <w:rPr>
          <w:iCs/>
        </w:rPr>
        <w:t>)</w:t>
      </w:r>
      <w:r w:rsidR="001E174D" w:rsidRPr="003F0E7C">
        <w:rPr>
          <w:color w:val="auto"/>
        </w:rPr>
        <w:t xml:space="preserve"> </w:t>
      </w:r>
      <w:r w:rsidRPr="003F0E7C">
        <w:rPr>
          <w:color w:val="auto"/>
        </w:rPr>
        <w:t>avalik</w:t>
      </w:r>
      <w:r w:rsidR="006F2A6C">
        <w:rPr>
          <w:color w:val="auto"/>
        </w:rPr>
        <w:t xml:space="preserve">ku kasutusse andmine </w:t>
      </w:r>
      <w:r w:rsidRPr="003F0E7C">
        <w:rPr>
          <w:color w:val="auto"/>
        </w:rPr>
        <w:t>ning kõikide tööde teostami</w:t>
      </w:r>
      <w:r w:rsidR="006A27CC">
        <w:rPr>
          <w:color w:val="auto"/>
        </w:rPr>
        <w:t>ne</w:t>
      </w:r>
      <w:r w:rsidRPr="003F0E7C">
        <w:rPr>
          <w:color w:val="auto"/>
        </w:rPr>
        <w:t xml:space="preserve">,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3085F9D9"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w:t>
      </w:r>
      <w:r w:rsidR="005008C4">
        <w:t>seaduses</w:t>
      </w:r>
      <w:r>
        <w:t xml:space="preserve">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lastRenderedPageBreak/>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4DAB4033" w14:textId="77777777" w:rsidR="009C3B07" w:rsidRPr="00EE5CD1" w:rsidRDefault="009C3B07" w:rsidP="009C3B07">
      <w:pPr>
        <w:pStyle w:val="Default"/>
        <w:numPr>
          <w:ilvl w:val="2"/>
          <w:numId w:val="12"/>
        </w:numPr>
        <w:jc w:val="both"/>
      </w:pPr>
      <w:r w:rsidRPr="00EE5CD1">
        <w:t xml:space="preserve">sõlmida RMK-ga leping kasvava metsa raadamise vajaduse korral kasutusõiguse alas; </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25DC0EFC" w14:textId="77777777" w:rsidR="009C3B07" w:rsidRPr="00571A0E" w:rsidRDefault="009C3B07" w:rsidP="009C3B07">
      <w:pPr>
        <w:pStyle w:val="Default"/>
        <w:numPr>
          <w:ilvl w:val="2"/>
          <w:numId w:val="12"/>
        </w:numPr>
        <w:jc w:val="both"/>
      </w:pPr>
      <w:r w:rsidRPr="00571A0E">
        <w:t>hüvitada RMK-le kasutusõiguse alal kasvava metsa raiega seonduvad kulud (raie, kokkuvedu, ladustamine)</w:t>
      </w:r>
      <w:r>
        <w:t xml:space="preserve"> juhul kui töid teostab RMK</w:t>
      </w:r>
      <w:r w:rsidRPr="00571A0E">
        <w:t xml:space="preserve">; </w:t>
      </w:r>
    </w:p>
    <w:p w14:paraId="0637B1AB" w14:textId="4840C4F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w:t>
      </w:r>
      <w:r w:rsidR="00252202">
        <w:t>kasutusala</w:t>
      </w:r>
      <w:r w:rsidRPr="007F71FD">
        <w:t xml:space="preserve">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618FE6D3" w14:textId="30CFE60F" w:rsidR="009C3B07" w:rsidRDefault="00252202" w:rsidP="009C3B07">
      <w:pPr>
        <w:pStyle w:val="Default"/>
        <w:numPr>
          <w:ilvl w:val="0"/>
          <w:numId w:val="12"/>
        </w:numPr>
        <w:jc w:val="both"/>
      </w:pPr>
      <w:r>
        <w:t xml:space="preserve">Kinnisvaraosakonna </w:t>
      </w:r>
      <w:r w:rsidR="009C3B07" w:rsidRPr="00E46D7C">
        <w:t xml:space="preserve">maaõiguse spetsialistil </w:t>
      </w:r>
      <w:r>
        <w:t xml:space="preserve">sõlmida </w:t>
      </w:r>
      <w:r w:rsidR="009C3B07" w:rsidRPr="00E46D7C">
        <w:t xml:space="preserve">leping ning salvestamine </w:t>
      </w:r>
      <w:r w:rsidR="009C3B07">
        <w:t xml:space="preserve">registritesse </w:t>
      </w:r>
      <w:r w:rsidR="009C3B07" w:rsidRPr="00E46D7C">
        <w:t>vastavalt kehtivale korrale</w:t>
      </w:r>
      <w:r w:rsidR="009C3B07">
        <w:t>.</w:t>
      </w:r>
    </w:p>
    <w:p w14:paraId="5F2C02AB" w14:textId="77777777" w:rsidR="00CE0692" w:rsidRPr="00CE0692" w:rsidRDefault="00CE0692" w:rsidP="00CE0692">
      <w:pPr>
        <w:jc w:val="both"/>
        <w:rPr>
          <w:szCs w:val="24"/>
        </w:rPr>
      </w:pPr>
    </w:p>
    <w:p w14:paraId="5CEF5DF2" w14:textId="5FBB6882"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4799B8E7" w:rsidR="00F741B4" w:rsidRDefault="006F24B4" w:rsidP="00F741B4">
      <w:r>
        <w:t>Karl Mänd</w:t>
      </w:r>
    </w:p>
    <w:p w14:paraId="12F3FA1A" w14:textId="2330A29B" w:rsidR="00F741B4" w:rsidRDefault="00252202"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21693727" w14:textId="52458518" w:rsidR="0010686D" w:rsidRDefault="00F741B4" w:rsidP="00F741B4">
      <w:pPr>
        <w:jc w:val="both"/>
        <w:rPr>
          <w:szCs w:val="24"/>
        </w:rPr>
      </w:pPr>
      <w:r>
        <w:t xml:space="preserve">Jaotuskava: </w:t>
      </w:r>
      <w:r w:rsidR="00252202">
        <w:t>Kirde regioon, Toomas Kivisto</w:t>
      </w:r>
      <w:r w:rsidR="00E965D0">
        <w:t xml:space="preserve">, </w:t>
      </w:r>
      <w:r w:rsidR="003A11DA">
        <w:t>Paide Linna</w:t>
      </w:r>
      <w:r w:rsidR="00E965D0">
        <w:t>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F8A"/>
    <w:rsid w:val="00133076"/>
    <w:rsid w:val="001363D9"/>
    <w:rsid w:val="00144546"/>
    <w:rsid w:val="0015034B"/>
    <w:rsid w:val="0015261E"/>
    <w:rsid w:val="00154CDD"/>
    <w:rsid w:val="00155932"/>
    <w:rsid w:val="001562E2"/>
    <w:rsid w:val="00156FB6"/>
    <w:rsid w:val="00165936"/>
    <w:rsid w:val="00166B2C"/>
    <w:rsid w:val="00170A57"/>
    <w:rsid w:val="00176137"/>
    <w:rsid w:val="001811CF"/>
    <w:rsid w:val="001846B6"/>
    <w:rsid w:val="001A67C6"/>
    <w:rsid w:val="001C3F10"/>
    <w:rsid w:val="001E174D"/>
    <w:rsid w:val="001E2855"/>
    <w:rsid w:val="001E5554"/>
    <w:rsid w:val="001E7656"/>
    <w:rsid w:val="001F2937"/>
    <w:rsid w:val="00216A8E"/>
    <w:rsid w:val="002331D9"/>
    <w:rsid w:val="002344AC"/>
    <w:rsid w:val="00236D2E"/>
    <w:rsid w:val="00241B85"/>
    <w:rsid w:val="00252202"/>
    <w:rsid w:val="0025433F"/>
    <w:rsid w:val="00261E4E"/>
    <w:rsid w:val="00272E92"/>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A11DA"/>
    <w:rsid w:val="003B23B3"/>
    <w:rsid w:val="003B25D1"/>
    <w:rsid w:val="003B490A"/>
    <w:rsid w:val="003C7AFC"/>
    <w:rsid w:val="003D36E5"/>
    <w:rsid w:val="003E2457"/>
    <w:rsid w:val="003E30D8"/>
    <w:rsid w:val="003F0E7C"/>
    <w:rsid w:val="0040017D"/>
    <w:rsid w:val="00402F1E"/>
    <w:rsid w:val="00406557"/>
    <w:rsid w:val="00424DEB"/>
    <w:rsid w:val="0043445B"/>
    <w:rsid w:val="0044081D"/>
    <w:rsid w:val="00440E5B"/>
    <w:rsid w:val="004516B8"/>
    <w:rsid w:val="00463DFF"/>
    <w:rsid w:val="00476B99"/>
    <w:rsid w:val="004832F8"/>
    <w:rsid w:val="004A2AA6"/>
    <w:rsid w:val="004C12A8"/>
    <w:rsid w:val="004C1373"/>
    <w:rsid w:val="004D21D2"/>
    <w:rsid w:val="004E0AD9"/>
    <w:rsid w:val="004E182D"/>
    <w:rsid w:val="004E3574"/>
    <w:rsid w:val="004E42B5"/>
    <w:rsid w:val="004F64CD"/>
    <w:rsid w:val="005008C4"/>
    <w:rsid w:val="00511C02"/>
    <w:rsid w:val="00515BF3"/>
    <w:rsid w:val="00535790"/>
    <w:rsid w:val="00536410"/>
    <w:rsid w:val="005372BE"/>
    <w:rsid w:val="00556877"/>
    <w:rsid w:val="00572677"/>
    <w:rsid w:val="00580D00"/>
    <w:rsid w:val="00586E92"/>
    <w:rsid w:val="005922BD"/>
    <w:rsid w:val="0059485C"/>
    <w:rsid w:val="00596E4B"/>
    <w:rsid w:val="005A0047"/>
    <w:rsid w:val="005A163A"/>
    <w:rsid w:val="005A2472"/>
    <w:rsid w:val="005A2871"/>
    <w:rsid w:val="005B39CA"/>
    <w:rsid w:val="005D0174"/>
    <w:rsid w:val="005D5C03"/>
    <w:rsid w:val="005E247E"/>
    <w:rsid w:val="006030B8"/>
    <w:rsid w:val="0060482F"/>
    <w:rsid w:val="00616B80"/>
    <w:rsid w:val="006243D8"/>
    <w:rsid w:val="00626A90"/>
    <w:rsid w:val="00644104"/>
    <w:rsid w:val="00654CFC"/>
    <w:rsid w:val="0066259C"/>
    <w:rsid w:val="00671D56"/>
    <w:rsid w:val="00673CCE"/>
    <w:rsid w:val="00690723"/>
    <w:rsid w:val="006A0970"/>
    <w:rsid w:val="006A27CC"/>
    <w:rsid w:val="006A2ED7"/>
    <w:rsid w:val="006A4AEC"/>
    <w:rsid w:val="006A4FE7"/>
    <w:rsid w:val="006A5F9B"/>
    <w:rsid w:val="006B2B46"/>
    <w:rsid w:val="006C24F2"/>
    <w:rsid w:val="006D015A"/>
    <w:rsid w:val="006D5EBC"/>
    <w:rsid w:val="006E1C15"/>
    <w:rsid w:val="006E2ADC"/>
    <w:rsid w:val="006E4D31"/>
    <w:rsid w:val="006F132E"/>
    <w:rsid w:val="006F24B4"/>
    <w:rsid w:val="006F29B1"/>
    <w:rsid w:val="006F2A6C"/>
    <w:rsid w:val="00704F36"/>
    <w:rsid w:val="007207B1"/>
    <w:rsid w:val="007221A5"/>
    <w:rsid w:val="00724F10"/>
    <w:rsid w:val="00745CA1"/>
    <w:rsid w:val="00751063"/>
    <w:rsid w:val="00751100"/>
    <w:rsid w:val="007525FF"/>
    <w:rsid w:val="00755313"/>
    <w:rsid w:val="0075754E"/>
    <w:rsid w:val="00761774"/>
    <w:rsid w:val="00770B0C"/>
    <w:rsid w:val="00776607"/>
    <w:rsid w:val="0077795B"/>
    <w:rsid w:val="00786751"/>
    <w:rsid w:val="007953DE"/>
    <w:rsid w:val="00797DCC"/>
    <w:rsid w:val="007A5E2E"/>
    <w:rsid w:val="007C33CB"/>
    <w:rsid w:val="007C7724"/>
    <w:rsid w:val="007D050B"/>
    <w:rsid w:val="007E699D"/>
    <w:rsid w:val="007F25C4"/>
    <w:rsid w:val="007F3E0A"/>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C3B07"/>
    <w:rsid w:val="009C7282"/>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5F9A"/>
    <w:rsid w:val="00A86492"/>
    <w:rsid w:val="00AB2AC7"/>
    <w:rsid w:val="00AB6568"/>
    <w:rsid w:val="00AE723C"/>
    <w:rsid w:val="00B039F2"/>
    <w:rsid w:val="00B03E0C"/>
    <w:rsid w:val="00B11A86"/>
    <w:rsid w:val="00B13A14"/>
    <w:rsid w:val="00B14696"/>
    <w:rsid w:val="00B179EF"/>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C777F"/>
    <w:rsid w:val="00BC7E3D"/>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333E"/>
    <w:rsid w:val="00C95C19"/>
    <w:rsid w:val="00C96BF7"/>
    <w:rsid w:val="00CA2450"/>
    <w:rsid w:val="00CA5740"/>
    <w:rsid w:val="00CB47F1"/>
    <w:rsid w:val="00CB55F7"/>
    <w:rsid w:val="00CB61DB"/>
    <w:rsid w:val="00CC0AEC"/>
    <w:rsid w:val="00CC4C40"/>
    <w:rsid w:val="00CC53BF"/>
    <w:rsid w:val="00CC692D"/>
    <w:rsid w:val="00CC7C8F"/>
    <w:rsid w:val="00CD5E21"/>
    <w:rsid w:val="00CE0692"/>
    <w:rsid w:val="00CF7559"/>
    <w:rsid w:val="00CF76F1"/>
    <w:rsid w:val="00D006D0"/>
    <w:rsid w:val="00D03AE1"/>
    <w:rsid w:val="00D070AA"/>
    <w:rsid w:val="00D10E78"/>
    <w:rsid w:val="00D11100"/>
    <w:rsid w:val="00D17304"/>
    <w:rsid w:val="00D237B8"/>
    <w:rsid w:val="00D36AE8"/>
    <w:rsid w:val="00D63165"/>
    <w:rsid w:val="00D638ED"/>
    <w:rsid w:val="00D733A2"/>
    <w:rsid w:val="00D74E84"/>
    <w:rsid w:val="00D8477F"/>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27547"/>
    <w:rsid w:val="00E33C04"/>
    <w:rsid w:val="00E5611E"/>
    <w:rsid w:val="00E62983"/>
    <w:rsid w:val="00E63EEF"/>
    <w:rsid w:val="00E725D6"/>
    <w:rsid w:val="00E965D0"/>
    <w:rsid w:val="00EA3CB0"/>
    <w:rsid w:val="00EA4C9F"/>
    <w:rsid w:val="00EC6BBB"/>
    <w:rsid w:val="00ED236C"/>
    <w:rsid w:val="00ED4AFA"/>
    <w:rsid w:val="00ED5953"/>
    <w:rsid w:val="00EE0165"/>
    <w:rsid w:val="00EE4107"/>
    <w:rsid w:val="00EE5CD1"/>
    <w:rsid w:val="00EF6FEF"/>
    <w:rsid w:val="00F11076"/>
    <w:rsid w:val="00F13BC6"/>
    <w:rsid w:val="00F158E9"/>
    <w:rsid w:val="00F201C4"/>
    <w:rsid w:val="00F27818"/>
    <w:rsid w:val="00F32A8F"/>
    <w:rsid w:val="00F415F2"/>
    <w:rsid w:val="00F417E9"/>
    <w:rsid w:val="00F535B9"/>
    <w:rsid w:val="00F56ED9"/>
    <w:rsid w:val="00F62621"/>
    <w:rsid w:val="00F62CA8"/>
    <w:rsid w:val="00F66034"/>
    <w:rsid w:val="00F707E5"/>
    <w:rsid w:val="00F70C91"/>
    <w:rsid w:val="00F73DA0"/>
    <w:rsid w:val="00F741B4"/>
    <w:rsid w:val="00F75157"/>
    <w:rsid w:val="00F769CD"/>
    <w:rsid w:val="00F82FF0"/>
    <w:rsid w:val="00F85F89"/>
    <w:rsid w:val="00F90A38"/>
    <w:rsid w:val="00FA3E9B"/>
    <w:rsid w:val="00FB46B0"/>
    <w:rsid w:val="00FC4C4C"/>
    <w:rsid w:val="00FC52C9"/>
    <w:rsid w:val="00FD2A9B"/>
    <w:rsid w:val="00FD2F91"/>
    <w:rsid w:val="00FE6F4A"/>
    <w:rsid w:val="00FF0D2E"/>
    <w:rsid w:val="00FF162B"/>
    <w:rsid w:val="00FF44AC"/>
    <w:rsid w:val="00FF4526"/>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26</TotalTime>
  <Pages>3</Pages>
  <Words>1175</Words>
  <Characters>8331</Characters>
  <Application>Microsoft Office Word</Application>
  <DocSecurity>0</DocSecurity>
  <Lines>69</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19</cp:revision>
  <cp:lastPrinted>2020-07-01T08:08:00Z</cp:lastPrinted>
  <dcterms:created xsi:type="dcterms:W3CDTF">2024-09-25T11:37:00Z</dcterms:created>
  <dcterms:modified xsi:type="dcterms:W3CDTF">2024-10-16T08:52:00Z</dcterms:modified>
</cp:coreProperties>
</file>